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BE3C0" w14:textId="77777777" w:rsidR="009849DE" w:rsidRDefault="009849DE" w:rsidP="00962258">
      <w:pPr>
        <w:spacing w:after="0" w:line="240" w:lineRule="auto"/>
      </w:pPr>
      <w:r>
        <w:separator/>
      </w:r>
    </w:p>
  </w:endnote>
  <w:endnote w:type="continuationSeparator" w:id="0">
    <w:p w14:paraId="3CCA3478" w14:textId="77777777" w:rsidR="009849DE" w:rsidRDefault="009849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8A2F1" id="Straight Connector 3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A0B42" id="Straight Connector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0D8BD5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35AE5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3FC79" w14:textId="77777777" w:rsidR="009849DE" w:rsidRDefault="009849DE" w:rsidP="00962258">
      <w:pPr>
        <w:spacing w:after="0" w:line="240" w:lineRule="auto"/>
      </w:pPr>
      <w:r>
        <w:separator/>
      </w:r>
    </w:p>
  </w:footnote>
  <w:footnote w:type="continuationSeparator" w:id="0">
    <w:p w14:paraId="10936CA9" w14:textId="77777777" w:rsidR="009849DE" w:rsidRDefault="009849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849DE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DF3273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80A157-0C0C-44B1-A8D2-141B5343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29</cp:revision>
  <cp:lastPrinted>2022-09-29T10:58:00Z</cp:lastPrinted>
  <dcterms:created xsi:type="dcterms:W3CDTF">2020-02-20T08:56:00Z</dcterms:created>
  <dcterms:modified xsi:type="dcterms:W3CDTF">2022-09-29T10:58:00Z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